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8153F" w14:paraId="5C3EDF84" w14:textId="77777777" w:rsidTr="000E74E8">
        <w:tc>
          <w:tcPr>
            <w:tcW w:w="2689" w:type="dxa"/>
          </w:tcPr>
          <w:p w14:paraId="555F1CD9" w14:textId="061CDABC" w:rsidR="0088153F" w:rsidRPr="0088153F" w:rsidRDefault="0088153F" w:rsidP="0088153F">
            <w:pPr>
              <w:pStyle w:val="SIText"/>
            </w:pPr>
            <w:r w:rsidRPr="00CC451E">
              <w:t>Release</w:t>
            </w:r>
            <w:r w:rsidRPr="0088153F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3CE29A1B" w14:textId="48243CB5" w:rsidR="0088153F" w:rsidRPr="0088153F" w:rsidRDefault="0088153F" w:rsidP="0088153F">
            <w:pPr>
              <w:pStyle w:val="SIText"/>
            </w:pPr>
            <w:r w:rsidRPr="00903631">
              <w:t>This version released with AHC Agriculture, Horticulture and Conservation and Land Management Training Package Version</w:t>
            </w:r>
            <w:r w:rsidRPr="007E6A45">
              <w:rPr>
                <w:rStyle w:val="SITemporaryText-blue"/>
              </w:rPr>
              <w:t xml:space="preserve"> X</w:t>
            </w:r>
            <w:r w:rsidRPr="0088153F">
              <w:t>.0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4280F161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t>1.0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04C80C36" w:rsidR="00F1480E" w:rsidRPr="005404CB" w:rsidRDefault="00A3135C" w:rsidP="005404CB">
            <w:pPr>
              <w:pStyle w:val="SIUNITCODE"/>
            </w:pPr>
            <w:r>
              <w:t>AHCPER10</w:t>
            </w:r>
            <w:r w:rsidR="000136C9">
              <w:t>2</w:t>
            </w:r>
          </w:p>
        </w:tc>
        <w:tc>
          <w:tcPr>
            <w:tcW w:w="3604" w:type="pct"/>
            <w:shd w:val="clear" w:color="auto" w:fill="auto"/>
          </w:tcPr>
          <w:p w14:paraId="01D80964" w14:textId="501BC1EC" w:rsidR="00F1480E" w:rsidRPr="005404CB" w:rsidRDefault="000136C9" w:rsidP="005404CB">
            <w:pPr>
              <w:pStyle w:val="SIUnittitle"/>
            </w:pPr>
            <w:r w:rsidRPr="000136C9">
              <w:t>Support resource conservation practices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5DD09C3" w14:textId="43190A25" w:rsidR="000136C9" w:rsidRPr="000136C9" w:rsidRDefault="000136C9" w:rsidP="000136C9">
            <w:pPr>
              <w:pStyle w:val="SIText"/>
            </w:pPr>
            <w:r w:rsidRPr="000136C9">
              <w:t>This unit of competency describes the skills and knowledge required to support resource conservation practices in a permaculture system</w:t>
            </w:r>
            <w:r w:rsidR="0088153F">
              <w:t>,</w:t>
            </w:r>
            <w:r w:rsidRPr="000136C9">
              <w:t xml:space="preserve"> including </w:t>
            </w:r>
            <w:r w:rsidR="0088153F">
              <w:t xml:space="preserve">the preparation of </w:t>
            </w:r>
            <w:r w:rsidRPr="000136C9">
              <w:t xml:space="preserve">materials, tools and equipment </w:t>
            </w:r>
            <w:r w:rsidR="0088153F">
              <w:t>and</w:t>
            </w:r>
            <w:r w:rsidRPr="000136C9">
              <w:t xml:space="preserve"> undertaking resource conservation activities.</w:t>
            </w:r>
          </w:p>
          <w:p w14:paraId="4BCC604C" w14:textId="77777777" w:rsidR="000136C9" w:rsidRPr="000136C9" w:rsidRDefault="000136C9" w:rsidP="000136C9">
            <w:pPr>
              <w:pStyle w:val="SIText"/>
            </w:pPr>
          </w:p>
          <w:p w14:paraId="7A971102" w14:textId="32A70B1A" w:rsidR="000136C9" w:rsidRPr="000136C9" w:rsidRDefault="0088153F" w:rsidP="000136C9">
            <w:pPr>
              <w:pStyle w:val="SIText"/>
            </w:pPr>
            <w:r>
              <w:t>The</w:t>
            </w:r>
            <w:r w:rsidRPr="000136C9">
              <w:t xml:space="preserve"> </w:t>
            </w:r>
            <w:r w:rsidR="000136C9" w:rsidRPr="000136C9">
              <w:t xml:space="preserve">unit applies to individuals who work alongside a supervisor in most situations and exercise limited autonomy within established and </w:t>
            </w:r>
            <w:proofErr w:type="gramStart"/>
            <w:r w:rsidR="000136C9" w:rsidRPr="000136C9">
              <w:t>well known</w:t>
            </w:r>
            <w:proofErr w:type="gramEnd"/>
            <w:r w:rsidR="000136C9" w:rsidRPr="000136C9">
              <w:t xml:space="preserve"> parameters. They identify and seek help with simple problems.</w:t>
            </w:r>
          </w:p>
          <w:p w14:paraId="10746BEC" w14:textId="77777777" w:rsidR="000136C9" w:rsidRPr="000136C9" w:rsidRDefault="000136C9" w:rsidP="000136C9">
            <w:pPr>
              <w:pStyle w:val="SIText"/>
            </w:pPr>
          </w:p>
          <w:p w14:paraId="22C15BCD" w14:textId="3A1884D4" w:rsidR="00373436" w:rsidRPr="000754EC" w:rsidRDefault="000136C9">
            <w:pPr>
              <w:pStyle w:val="SIText"/>
            </w:pPr>
            <w:r w:rsidRPr="000136C9">
              <w:t>No licensing, legislative or certification requirements apply to this unit at the time of publication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136C9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1472B0AB" w:rsidR="000136C9" w:rsidRPr="000136C9" w:rsidRDefault="000136C9" w:rsidP="000136C9">
            <w:pPr>
              <w:pStyle w:val="SIText"/>
            </w:pPr>
            <w:r w:rsidRPr="000136C9">
              <w:t xml:space="preserve">1. Prepare materials, </w:t>
            </w:r>
            <w:proofErr w:type="gramStart"/>
            <w:r w:rsidRPr="000136C9">
              <w:t>tools</w:t>
            </w:r>
            <w:proofErr w:type="gramEnd"/>
            <w:r w:rsidRPr="000136C9">
              <w:t xml:space="preserve"> and equipment for resource conservation</w:t>
            </w:r>
          </w:p>
        </w:tc>
        <w:tc>
          <w:tcPr>
            <w:tcW w:w="3604" w:type="pct"/>
            <w:shd w:val="clear" w:color="auto" w:fill="auto"/>
          </w:tcPr>
          <w:p w14:paraId="354F345F" w14:textId="2D027164" w:rsidR="000136C9" w:rsidRPr="000136C9" w:rsidRDefault="000136C9" w:rsidP="000136C9">
            <w:r w:rsidRPr="000136C9">
              <w:t>1.1 Identify</w:t>
            </w:r>
            <w:r w:rsidR="0088153F">
              <w:t>,</w:t>
            </w:r>
            <w:r w:rsidRPr="000136C9">
              <w:t xml:space="preserve"> </w:t>
            </w:r>
            <w:proofErr w:type="gramStart"/>
            <w:r w:rsidRPr="000136C9">
              <w:t>check</w:t>
            </w:r>
            <w:proofErr w:type="gramEnd"/>
            <w:r w:rsidR="0088153F">
              <w:t xml:space="preserve"> and prepare</w:t>
            </w:r>
            <w:r w:rsidRPr="000136C9">
              <w:t xml:space="preserve"> materials, tools and equipment according to supervisor instructions</w:t>
            </w:r>
          </w:p>
          <w:p w14:paraId="3A98F45B" w14:textId="08E16A95" w:rsidR="000136C9" w:rsidRPr="000136C9" w:rsidRDefault="000136C9" w:rsidP="000136C9">
            <w:r w:rsidRPr="000136C9">
              <w:t xml:space="preserve">1.2 Adopt work practices </w:t>
            </w:r>
            <w:r w:rsidR="0088153F">
              <w:t>to</w:t>
            </w:r>
            <w:r w:rsidR="0088153F" w:rsidRPr="000136C9">
              <w:t xml:space="preserve"> </w:t>
            </w:r>
            <w:r w:rsidRPr="000136C9">
              <w:t>maximise productivity and time efficiency and minimise waste and resource</w:t>
            </w:r>
            <w:r w:rsidR="0088153F">
              <w:t>s</w:t>
            </w:r>
          </w:p>
          <w:p w14:paraId="4B044429" w14:textId="4AC296DE" w:rsidR="000136C9" w:rsidRPr="000136C9" w:rsidRDefault="000136C9" w:rsidP="007E6A45">
            <w:r w:rsidRPr="000136C9">
              <w:t xml:space="preserve">1.3 Follow instructions and directions provided by supervisor and seek clarification when </w:t>
            </w:r>
            <w:r w:rsidR="0088153F">
              <w:t>unsure</w:t>
            </w:r>
          </w:p>
        </w:tc>
      </w:tr>
      <w:tr w:rsidR="000136C9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07155F24" w:rsidR="000136C9" w:rsidRPr="000136C9" w:rsidRDefault="000136C9" w:rsidP="000136C9">
            <w:pPr>
              <w:pStyle w:val="SIText"/>
            </w:pPr>
            <w:r w:rsidRPr="000136C9">
              <w:t>2. Undertake resource conservation practices as directed</w:t>
            </w:r>
          </w:p>
        </w:tc>
        <w:tc>
          <w:tcPr>
            <w:tcW w:w="3604" w:type="pct"/>
            <w:shd w:val="clear" w:color="auto" w:fill="auto"/>
          </w:tcPr>
          <w:p w14:paraId="580CE9CF" w14:textId="77777777" w:rsidR="000136C9" w:rsidRPr="000136C9" w:rsidRDefault="000136C9" w:rsidP="000136C9">
            <w:r w:rsidRPr="000136C9">
              <w:t>2.1 Gather information on resource conservation in a permaculture system</w:t>
            </w:r>
          </w:p>
          <w:p w14:paraId="02728EAF" w14:textId="26229A17" w:rsidR="000136C9" w:rsidRPr="000136C9" w:rsidRDefault="000136C9" w:rsidP="000136C9">
            <w:r w:rsidRPr="000136C9">
              <w:t xml:space="preserve">2.2 Carry out resource conservation work </w:t>
            </w:r>
            <w:r w:rsidR="0088153F">
              <w:t>according to workplace health and safety, and environmental procedures</w:t>
            </w:r>
          </w:p>
          <w:p w14:paraId="2B00249F" w14:textId="61916FF0" w:rsidR="000136C9" w:rsidRPr="000136C9" w:rsidRDefault="000136C9" w:rsidP="007E6A45">
            <w:pPr>
              <w:pStyle w:val="SIText"/>
            </w:pPr>
            <w:r w:rsidRPr="000136C9">
              <w:t>2.</w:t>
            </w:r>
            <w:r w:rsidR="0088153F">
              <w:t>3</w:t>
            </w:r>
            <w:r w:rsidRPr="000136C9">
              <w:t xml:space="preserve"> Report problems or difficulties in completing work to required standards or timelines</w:t>
            </w:r>
            <w:r w:rsidR="0088153F">
              <w:t xml:space="preserve"> to supervisor</w:t>
            </w:r>
          </w:p>
        </w:tc>
      </w:tr>
      <w:tr w:rsidR="000136C9" w:rsidRPr="00963A46" w14:paraId="4CEBBA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120DF2" w14:textId="59DC0F8E" w:rsidR="000136C9" w:rsidRPr="000136C9" w:rsidRDefault="000136C9" w:rsidP="000136C9">
            <w:pPr>
              <w:pStyle w:val="SIText"/>
            </w:pPr>
            <w:r w:rsidRPr="000136C9">
              <w:t>3. Store and stockpile materials</w:t>
            </w:r>
          </w:p>
        </w:tc>
        <w:tc>
          <w:tcPr>
            <w:tcW w:w="3604" w:type="pct"/>
            <w:shd w:val="clear" w:color="auto" w:fill="auto"/>
          </w:tcPr>
          <w:p w14:paraId="3F82D168" w14:textId="0A9BF920" w:rsidR="000136C9" w:rsidRDefault="000136C9" w:rsidP="000136C9">
            <w:r w:rsidRPr="000136C9">
              <w:t>3.1 Store materials in designated area</w:t>
            </w:r>
            <w:r w:rsidR="00871A41">
              <w:t>s according to work instructions</w:t>
            </w:r>
          </w:p>
          <w:p w14:paraId="30767ED0" w14:textId="77F80573" w:rsidR="000136C9" w:rsidRPr="000136C9" w:rsidRDefault="000136C9" w:rsidP="007E6A45">
            <w:pPr>
              <w:pStyle w:val="SIText"/>
            </w:pPr>
            <w:r w:rsidRPr="000136C9">
              <w:t>3.2 Prepare and process materials</w:t>
            </w:r>
            <w:r w:rsidR="00871A41">
              <w:t xml:space="preserve"> for use</w:t>
            </w:r>
          </w:p>
        </w:tc>
      </w:tr>
      <w:tr w:rsidR="000136C9" w:rsidRPr="00963A46" w14:paraId="02C1F39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BD4A01" w14:textId="0B1BF249" w:rsidR="000136C9" w:rsidRPr="000136C9" w:rsidRDefault="000136C9" w:rsidP="000136C9">
            <w:pPr>
              <w:pStyle w:val="SIText"/>
            </w:pPr>
            <w:r w:rsidRPr="000136C9">
              <w:t>4. Clean up on completion of resource conservation work</w:t>
            </w:r>
          </w:p>
        </w:tc>
        <w:tc>
          <w:tcPr>
            <w:tcW w:w="3604" w:type="pct"/>
            <w:shd w:val="clear" w:color="auto" w:fill="auto"/>
          </w:tcPr>
          <w:p w14:paraId="4A2A987C" w14:textId="77777777" w:rsidR="000136C9" w:rsidRPr="000136C9" w:rsidRDefault="000136C9" w:rsidP="000136C9">
            <w:r w:rsidRPr="000136C9">
              <w:t>4.1 Clean, maintain and store tools and equipment</w:t>
            </w:r>
          </w:p>
          <w:p w14:paraId="4712FFBE" w14:textId="77777777" w:rsidR="00871A41" w:rsidRDefault="000136C9" w:rsidP="007E6A45">
            <w:r w:rsidRPr="000136C9">
              <w:t xml:space="preserve">4.2 Maintain a clean and safe work site </w:t>
            </w:r>
          </w:p>
          <w:p w14:paraId="0DCCBED7" w14:textId="6397C0DD" w:rsidR="000136C9" w:rsidRPr="000136C9" w:rsidRDefault="000136C9" w:rsidP="007E6A45">
            <w:r w:rsidRPr="000136C9">
              <w:t xml:space="preserve">4.3 </w:t>
            </w:r>
            <w:r w:rsidR="00D330A3">
              <w:t>R</w:t>
            </w:r>
            <w:r w:rsidRPr="000136C9">
              <w:t>eport</w:t>
            </w:r>
            <w:r w:rsidR="00D330A3">
              <w:t xml:space="preserve"> job completion</w:t>
            </w:r>
            <w:r w:rsidRPr="000136C9">
              <w:t xml:space="preserve"> </w:t>
            </w:r>
            <w:r w:rsidR="00871A41">
              <w:t>according to instructions and workplace procedures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31AB1" w:rsidRPr="00336FCA" w:rsidDel="00423CB2" w14:paraId="11648EEE" w14:textId="77777777" w:rsidTr="00CA2922">
        <w:tc>
          <w:tcPr>
            <w:tcW w:w="1396" w:type="pct"/>
          </w:tcPr>
          <w:p w14:paraId="04F0AD05" w14:textId="022E9AC9" w:rsidR="00D31AB1" w:rsidRPr="005404CB" w:rsidRDefault="00D31AB1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02A49F9" w14:textId="519A45B0" w:rsidR="00D31AB1" w:rsidRPr="00692EC8" w:rsidRDefault="00D31AB1" w:rsidP="00F257EF">
            <w:pPr>
              <w:pStyle w:val="SIBulletList1"/>
            </w:pPr>
            <w:r>
              <w:t xml:space="preserve">Interpret information on permaculture systems and apply to work practices 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00B75E1A" w14:textId="77777777" w:rsidR="00041E59" w:rsidRDefault="006C2C4D" w:rsidP="007E6A45">
            <w:pPr>
              <w:pStyle w:val="SIText"/>
            </w:pPr>
            <w:r w:rsidRPr="006C2C4D">
              <w:t>AHCPER102</w:t>
            </w:r>
            <w:r>
              <w:t xml:space="preserve"> </w:t>
            </w:r>
            <w:r w:rsidRPr="006C2C4D">
              <w:t>Support resource conservation practices</w:t>
            </w:r>
          </w:p>
          <w:p w14:paraId="18ED5BE1" w14:textId="7AFACBD2" w:rsidR="00D31AB1" w:rsidRPr="005404CB" w:rsidRDefault="00D31AB1" w:rsidP="007E6A45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31FDD731" w14:textId="77777777" w:rsidR="00041E59" w:rsidRDefault="006C2C4D" w:rsidP="007E6A45">
            <w:pPr>
              <w:pStyle w:val="SIText"/>
            </w:pPr>
            <w:r w:rsidRPr="006C2C4D">
              <w:t>AHCPER102</w:t>
            </w:r>
            <w:r>
              <w:t xml:space="preserve"> </w:t>
            </w:r>
            <w:r w:rsidRPr="006C2C4D">
              <w:t>Support resource conservation practices</w:t>
            </w:r>
          </w:p>
          <w:p w14:paraId="64EA7AE3" w14:textId="00EF8B15" w:rsidR="00D31AB1" w:rsidRPr="005404CB" w:rsidRDefault="00D31AB1" w:rsidP="007E6A45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459318DF" w14:textId="77777777" w:rsidR="006C2C4D" w:rsidRDefault="006C2C4D" w:rsidP="006C2C4D">
            <w:r w:rsidRPr="006C2C4D">
              <w:t xml:space="preserve">Minor changes to Application for consistency </w:t>
            </w:r>
          </w:p>
          <w:p w14:paraId="3E031D32" w14:textId="390A9A77" w:rsidR="00041E59" w:rsidRPr="005404CB" w:rsidRDefault="006C2C4D" w:rsidP="007E6A45">
            <w:r w:rsidRPr="006C2C4D">
              <w:t xml:space="preserve">Minor changes to </w:t>
            </w:r>
            <w:r>
              <w:t xml:space="preserve">Performance Criteria </w:t>
            </w:r>
            <w:r w:rsidRPr="006C2C4D">
              <w:t>for clarit</w:t>
            </w:r>
            <w:r>
              <w:t>y and compliance with standards</w:t>
            </w:r>
          </w:p>
        </w:tc>
        <w:tc>
          <w:tcPr>
            <w:tcW w:w="1616" w:type="pct"/>
          </w:tcPr>
          <w:p w14:paraId="426455CD" w14:textId="028AEB60" w:rsidR="00916CD7" w:rsidRPr="005404CB" w:rsidRDefault="006C2C4D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22AE3398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136C9" w:rsidRPr="000136C9">
              <w:t>AHCPER102 Support resource conservation practices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3FB062F0" w14:textId="77777777" w:rsidR="00D330A3" w:rsidRPr="00D330A3" w:rsidRDefault="00D330A3" w:rsidP="00D330A3">
            <w:r w:rsidRPr="00D330A3">
              <w:t xml:space="preserve">An individual demonstrating competency must satisfy </w:t>
            </w:r>
            <w:proofErr w:type="gramStart"/>
            <w:r w:rsidRPr="00D330A3">
              <w:t>all of</w:t>
            </w:r>
            <w:proofErr w:type="gramEnd"/>
            <w:r w:rsidRPr="00D330A3">
              <w:t xml:space="preserve"> the elements and performance criteria in this </w:t>
            </w:r>
          </w:p>
          <w:p w14:paraId="6CD07823" w14:textId="77777777" w:rsidR="00D330A3" w:rsidRPr="00D330A3" w:rsidRDefault="00D330A3" w:rsidP="00D330A3">
            <w:r w:rsidRPr="00D330A3">
              <w:t xml:space="preserve">unit. </w:t>
            </w:r>
          </w:p>
          <w:p w14:paraId="149DC696" w14:textId="499EE9CF" w:rsidR="00D330A3" w:rsidRPr="00D330A3" w:rsidRDefault="00D330A3" w:rsidP="00D330A3">
            <w:r w:rsidRPr="00D330A3">
              <w:t>There must be evidence that the individual has</w:t>
            </w:r>
            <w:r w:rsidR="00F257EF">
              <w:t xml:space="preserve"> supported resource conservation practices and has</w:t>
            </w:r>
            <w:r w:rsidRPr="00D330A3">
              <w:t>:</w:t>
            </w:r>
          </w:p>
          <w:p w14:paraId="080A3465" w14:textId="057A6C26" w:rsidR="000136C9" w:rsidRPr="000136C9" w:rsidRDefault="00D330A3" w:rsidP="000136C9">
            <w:pPr>
              <w:pStyle w:val="SIBulletList1"/>
            </w:pPr>
            <w:r>
              <w:t>followed supervisor instructions</w:t>
            </w:r>
          </w:p>
          <w:p w14:paraId="6870D299" w14:textId="77BB3E27" w:rsidR="00D330A3" w:rsidRDefault="00D330A3" w:rsidP="000136C9">
            <w:pPr>
              <w:pStyle w:val="SIBulletList1"/>
            </w:pPr>
            <w:r>
              <w:t>gathered information on resource conservation and conducted resource conservation activity</w:t>
            </w:r>
          </w:p>
          <w:p w14:paraId="0A88B3A7" w14:textId="44938ED9" w:rsidR="000136C9" w:rsidRPr="000136C9" w:rsidRDefault="000136C9" w:rsidP="000136C9">
            <w:pPr>
              <w:pStyle w:val="SIBulletList1"/>
            </w:pPr>
            <w:r w:rsidRPr="000136C9">
              <w:t>store</w:t>
            </w:r>
            <w:r w:rsidR="00D330A3">
              <w:t xml:space="preserve">d, </w:t>
            </w:r>
            <w:proofErr w:type="gramStart"/>
            <w:r w:rsidRPr="000136C9">
              <w:t>stockpile</w:t>
            </w:r>
            <w:r w:rsidR="00D330A3">
              <w:t>d</w:t>
            </w:r>
            <w:proofErr w:type="gramEnd"/>
            <w:r w:rsidRPr="000136C9">
              <w:t xml:space="preserve"> </w:t>
            </w:r>
            <w:r w:rsidR="00D330A3">
              <w:t xml:space="preserve">and prepared </w:t>
            </w:r>
            <w:r w:rsidRPr="000136C9">
              <w:t>materials</w:t>
            </w:r>
            <w:r w:rsidR="00D330A3">
              <w:t xml:space="preserve"> according to supervisor instructions</w:t>
            </w:r>
          </w:p>
          <w:p w14:paraId="6BFA69AA" w14:textId="6BDC0423" w:rsidR="00556C4C" w:rsidRPr="005404CB" w:rsidRDefault="000136C9" w:rsidP="007E6A45">
            <w:pPr>
              <w:pStyle w:val="SIBulletList1"/>
            </w:pPr>
            <w:r w:rsidRPr="000136C9">
              <w:t>clean</w:t>
            </w:r>
            <w:r w:rsidR="00D330A3">
              <w:t xml:space="preserve">ed, </w:t>
            </w:r>
            <w:proofErr w:type="gramStart"/>
            <w:r w:rsidR="00D330A3">
              <w:t>stored</w:t>
            </w:r>
            <w:proofErr w:type="gramEnd"/>
            <w:r w:rsidR="00D330A3">
              <w:t xml:space="preserve"> and reported progress </w:t>
            </w:r>
            <w:r w:rsidRPr="000136C9">
              <w:t>on completion of work</w:t>
            </w:r>
            <w:r w:rsidR="00D330A3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01DE61C9" w14:textId="77777777" w:rsidR="00D01B5A" w:rsidRPr="00D01B5A" w:rsidRDefault="00D01B5A" w:rsidP="00D01B5A">
            <w:r w:rsidRPr="00D01B5A">
              <w:t xml:space="preserve">An individual must be able to demonstrate the knowledge required to perform the tasks outlined in the </w:t>
            </w:r>
          </w:p>
          <w:p w14:paraId="4B5A0F6C" w14:textId="77777777" w:rsidR="00D01B5A" w:rsidRPr="00D01B5A" w:rsidRDefault="00D01B5A" w:rsidP="00D01B5A">
            <w:r w:rsidRPr="00D01B5A">
              <w:t>elements and performance criteria of this unit. This includes knowledge of:</w:t>
            </w:r>
          </w:p>
          <w:p w14:paraId="1CCB3973" w14:textId="248DEED8" w:rsidR="00E4046B" w:rsidRPr="00E4046B" w:rsidRDefault="00D330A3" w:rsidP="00E4046B">
            <w:pPr>
              <w:pStyle w:val="SIBulletList1"/>
            </w:pPr>
            <w:r>
              <w:t xml:space="preserve">basic </w:t>
            </w:r>
            <w:r w:rsidR="00E4046B" w:rsidRPr="00E4046B">
              <w:t>permaculture principles and practices</w:t>
            </w:r>
          </w:p>
          <w:p w14:paraId="3B67B291" w14:textId="597D122E" w:rsidR="00E4046B" w:rsidRPr="00E4046B" w:rsidRDefault="00D330A3" w:rsidP="00E4046B">
            <w:pPr>
              <w:pStyle w:val="SIBulletList1"/>
            </w:pPr>
            <w:r>
              <w:t xml:space="preserve">basic </w:t>
            </w:r>
            <w:r w:rsidR="00E4046B" w:rsidRPr="00E4046B">
              <w:t>tools and equipment</w:t>
            </w:r>
            <w:r>
              <w:t xml:space="preserve"> used in resource conservation work</w:t>
            </w:r>
          </w:p>
          <w:p w14:paraId="143A3617" w14:textId="4CB878EE" w:rsidR="00E4046B" w:rsidRPr="00E4046B" w:rsidRDefault="00D330A3" w:rsidP="00E4046B">
            <w:pPr>
              <w:pStyle w:val="SIBulletList1"/>
            </w:pPr>
            <w:r>
              <w:t xml:space="preserve">basic </w:t>
            </w:r>
            <w:r w:rsidR="00E4046B" w:rsidRPr="00E4046B">
              <w:t>principles of resource conservation including:</w:t>
            </w:r>
          </w:p>
          <w:p w14:paraId="1839BE37" w14:textId="2C3CA957" w:rsidR="00E4046B" w:rsidRPr="00E4046B" w:rsidRDefault="00E4046B" w:rsidP="00E4046B">
            <w:pPr>
              <w:pStyle w:val="SIBulletList2"/>
            </w:pPr>
            <w:r w:rsidRPr="00E4046B">
              <w:t>reduce, reuse, recycle, repair, repurpose, restore</w:t>
            </w:r>
            <w:r w:rsidR="00D330A3">
              <w:t xml:space="preserve"> resource materials</w:t>
            </w:r>
          </w:p>
          <w:p w14:paraId="7A42FDBF" w14:textId="77777777" w:rsidR="00E4046B" w:rsidRPr="00E4046B" w:rsidRDefault="00E4046B" w:rsidP="00E4046B">
            <w:pPr>
              <w:pStyle w:val="SIBulletList2"/>
            </w:pPr>
            <w:r w:rsidRPr="00E4046B">
              <w:t>minimal impact living</w:t>
            </w:r>
          </w:p>
          <w:p w14:paraId="770D8A4F" w14:textId="77777777" w:rsidR="00E4046B" w:rsidRPr="00E4046B" w:rsidRDefault="00E4046B" w:rsidP="00E4046B">
            <w:pPr>
              <w:pStyle w:val="SIBulletList2"/>
            </w:pPr>
            <w:r w:rsidRPr="00E4046B">
              <w:t>sustainable food production</w:t>
            </w:r>
          </w:p>
          <w:p w14:paraId="5D7FF7B4" w14:textId="77777777" w:rsidR="00E4046B" w:rsidRPr="00E4046B" w:rsidRDefault="00E4046B" w:rsidP="00E4046B">
            <w:pPr>
              <w:pStyle w:val="SIBulletList2"/>
            </w:pPr>
            <w:r w:rsidRPr="00E4046B">
              <w:t>energy efficiency</w:t>
            </w:r>
          </w:p>
          <w:p w14:paraId="114E89BD" w14:textId="698E7D68" w:rsidR="00E4046B" w:rsidRPr="00E4046B" w:rsidRDefault="00E4046B" w:rsidP="00E4046B">
            <w:pPr>
              <w:pStyle w:val="SIBulletList2"/>
            </w:pPr>
            <w:r w:rsidRPr="00E4046B">
              <w:t>energy</w:t>
            </w:r>
            <w:r w:rsidR="00D330A3">
              <w:t xml:space="preserve"> conservation through </w:t>
            </w:r>
            <w:r w:rsidRPr="00E4046B">
              <w:t>solar and wind power</w:t>
            </w:r>
          </w:p>
          <w:p w14:paraId="0D06C6DE" w14:textId="70534235" w:rsidR="00E4046B" w:rsidRPr="00E4046B" w:rsidRDefault="00D330A3" w:rsidP="00E4046B">
            <w:pPr>
              <w:pStyle w:val="SIBulletList2"/>
            </w:pPr>
            <w:r>
              <w:t xml:space="preserve">resource conservation </w:t>
            </w:r>
            <w:r w:rsidRPr="00E4046B">
              <w:t>technologi</w:t>
            </w:r>
            <w:r>
              <w:t xml:space="preserve">es </w:t>
            </w:r>
            <w:proofErr w:type="gramStart"/>
            <w:r>
              <w:t>including,</w:t>
            </w:r>
            <w:proofErr w:type="gramEnd"/>
            <w:r>
              <w:t xml:space="preserve"> </w:t>
            </w:r>
            <w:r w:rsidR="00E4046B" w:rsidRPr="00E4046B">
              <w:t>composting toilets</w:t>
            </w:r>
            <w:r>
              <w:t xml:space="preserve"> and </w:t>
            </w:r>
            <w:r w:rsidR="00E4046B" w:rsidRPr="00E4046B">
              <w:t>grey water re-use</w:t>
            </w:r>
          </w:p>
          <w:p w14:paraId="5807F6C2" w14:textId="77777777" w:rsidR="00E4046B" w:rsidRPr="00E4046B" w:rsidRDefault="00E4046B" w:rsidP="00E4046B">
            <w:pPr>
              <w:pStyle w:val="SIBulletList2"/>
            </w:pPr>
            <w:r w:rsidRPr="00E4046B">
              <w:t xml:space="preserve">water catchment, </w:t>
            </w:r>
            <w:proofErr w:type="gramStart"/>
            <w:r w:rsidRPr="00E4046B">
              <w:t>storage</w:t>
            </w:r>
            <w:proofErr w:type="gramEnd"/>
            <w:r w:rsidRPr="00E4046B">
              <w:t xml:space="preserve"> and re-use</w:t>
            </w:r>
          </w:p>
          <w:p w14:paraId="44924E96" w14:textId="451FD13B" w:rsidR="00E4046B" w:rsidRPr="00E4046B" w:rsidRDefault="00E4046B" w:rsidP="00E4046B">
            <w:pPr>
              <w:pStyle w:val="SIBulletList2"/>
            </w:pPr>
            <w:r w:rsidRPr="00E4046B">
              <w:t>seed collection and seed bank</w:t>
            </w:r>
            <w:r w:rsidR="00D330A3">
              <w:t>s</w:t>
            </w:r>
          </w:p>
          <w:p w14:paraId="3BDDAFBA" w14:textId="77777777" w:rsidR="00E4046B" w:rsidRPr="00E4046B" w:rsidRDefault="00E4046B" w:rsidP="00E4046B">
            <w:pPr>
              <w:pStyle w:val="SIBulletList2"/>
            </w:pPr>
            <w:r w:rsidRPr="00E4046B">
              <w:t>mulching and soil conservation</w:t>
            </w:r>
          </w:p>
          <w:p w14:paraId="42AB473D" w14:textId="77777777" w:rsidR="00E4046B" w:rsidRPr="00E4046B" w:rsidRDefault="00E4046B" w:rsidP="00E4046B">
            <w:pPr>
              <w:pStyle w:val="SIBulletList2"/>
            </w:pPr>
            <w:r w:rsidRPr="00E4046B">
              <w:t>revegetation</w:t>
            </w:r>
          </w:p>
          <w:p w14:paraId="3FD8D2BD" w14:textId="5DC2E6E0" w:rsidR="00E4046B" w:rsidRPr="00E4046B" w:rsidRDefault="00E4046B" w:rsidP="00E4046B">
            <w:pPr>
              <w:pStyle w:val="SIBulletList1"/>
            </w:pPr>
            <w:r w:rsidRPr="00E4046B">
              <w:t xml:space="preserve">community and social interaction and support, </w:t>
            </w:r>
            <w:r w:rsidR="00D330A3">
              <w:t>including</w:t>
            </w:r>
            <w:r w:rsidRPr="00E4046B">
              <w:t>:</w:t>
            </w:r>
          </w:p>
          <w:p w14:paraId="7C1985DB" w14:textId="77777777" w:rsidR="00E4046B" w:rsidRPr="00E4046B" w:rsidRDefault="00E4046B" w:rsidP="00E4046B">
            <w:pPr>
              <w:pStyle w:val="SIBulletList2"/>
            </w:pPr>
            <w:r w:rsidRPr="00E4046B">
              <w:t>resource banking</w:t>
            </w:r>
          </w:p>
          <w:p w14:paraId="7A3123A8" w14:textId="77777777" w:rsidR="00E4046B" w:rsidRPr="00E4046B" w:rsidRDefault="00E4046B" w:rsidP="00E4046B">
            <w:pPr>
              <w:pStyle w:val="SIBulletList2"/>
            </w:pPr>
            <w:r w:rsidRPr="00E4046B">
              <w:t>seed banking</w:t>
            </w:r>
          </w:p>
          <w:p w14:paraId="4A31E309" w14:textId="77777777" w:rsidR="00E4046B" w:rsidRPr="00E4046B" w:rsidRDefault="00E4046B" w:rsidP="00E4046B">
            <w:pPr>
              <w:pStyle w:val="SIBulletList2"/>
            </w:pPr>
            <w:r w:rsidRPr="00E4046B">
              <w:t>co-operatives</w:t>
            </w:r>
          </w:p>
          <w:p w14:paraId="76DFA59C" w14:textId="77777777" w:rsidR="00E4046B" w:rsidRPr="00E4046B" w:rsidRDefault="00E4046B" w:rsidP="00E4046B">
            <w:pPr>
              <w:pStyle w:val="SIBulletList2"/>
            </w:pPr>
            <w:r w:rsidRPr="00E4046B">
              <w:t>Local Energy Trading Systems (LETS)</w:t>
            </w:r>
          </w:p>
          <w:p w14:paraId="7CE14D9A" w14:textId="77777777" w:rsidR="00E4046B" w:rsidRPr="00E4046B" w:rsidRDefault="00E4046B" w:rsidP="00E4046B">
            <w:pPr>
              <w:pStyle w:val="SIBulletList2"/>
            </w:pPr>
            <w:r w:rsidRPr="00E4046B">
              <w:t>Skill-Share</w:t>
            </w:r>
          </w:p>
          <w:p w14:paraId="6A6AF791" w14:textId="191FFFCF" w:rsidR="00E4046B" w:rsidRPr="00E4046B" w:rsidRDefault="00E4046B" w:rsidP="00E4046B">
            <w:pPr>
              <w:pStyle w:val="SIBulletList1"/>
            </w:pPr>
            <w:r w:rsidRPr="00E4046B">
              <w:t>techniques used in resource conservation</w:t>
            </w:r>
            <w:r w:rsidR="00871A41">
              <w:t>, including</w:t>
            </w:r>
            <w:r w:rsidRPr="00E4046B">
              <w:t>:</w:t>
            </w:r>
          </w:p>
          <w:p w14:paraId="24A861CD" w14:textId="77777777" w:rsidR="00E4046B" w:rsidRPr="00E4046B" w:rsidRDefault="00E4046B" w:rsidP="00E4046B">
            <w:pPr>
              <w:pStyle w:val="SIBulletList2"/>
            </w:pPr>
            <w:r w:rsidRPr="00E4046B">
              <w:t>stock piling resources</w:t>
            </w:r>
          </w:p>
          <w:p w14:paraId="6ABCAD11" w14:textId="77777777" w:rsidR="00E4046B" w:rsidRPr="00E4046B" w:rsidRDefault="00E4046B" w:rsidP="00E4046B">
            <w:pPr>
              <w:pStyle w:val="SIBulletList2"/>
            </w:pPr>
            <w:r w:rsidRPr="00E4046B">
              <w:t xml:space="preserve">the following types of processing requirements for resources which cannot be </w:t>
            </w:r>
            <w:proofErr w:type="gramStart"/>
            <w:r w:rsidRPr="00E4046B">
              <w:t>stock-piled</w:t>
            </w:r>
            <w:proofErr w:type="gramEnd"/>
            <w:r w:rsidRPr="00E4046B">
              <w:t>: composting, fermentation, drying</w:t>
            </w:r>
          </w:p>
          <w:p w14:paraId="63485CD6" w14:textId="77777777" w:rsidR="00E4046B" w:rsidRPr="00E4046B" w:rsidRDefault="00E4046B" w:rsidP="00E4046B">
            <w:pPr>
              <w:pStyle w:val="SIBulletList2"/>
            </w:pPr>
            <w:r w:rsidRPr="00E4046B">
              <w:t>water storage and treatment</w:t>
            </w:r>
          </w:p>
          <w:p w14:paraId="6A1E5AA7" w14:textId="77777777" w:rsidR="00E4046B" w:rsidRPr="00E4046B" w:rsidRDefault="00E4046B" w:rsidP="00E4046B">
            <w:pPr>
              <w:pStyle w:val="SIBulletList2"/>
            </w:pPr>
            <w:r w:rsidRPr="00E4046B">
              <w:t>capture and storage of energy (heat capture in mass, basic turbine function)</w:t>
            </w:r>
          </w:p>
          <w:p w14:paraId="5C8CD985" w14:textId="76B76ACE" w:rsidR="00F1480E" w:rsidRPr="005404CB" w:rsidRDefault="00E4046B" w:rsidP="00E4046B">
            <w:pPr>
              <w:pStyle w:val="SIBulletList1"/>
            </w:pPr>
            <w:r w:rsidRPr="00E4046B">
              <w:t>making connections between everyday living and sustainable use of resources</w:t>
            </w:r>
            <w:r w:rsidR="00D01B5A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71F6E506" w14:textId="77777777" w:rsidR="00212CEA" w:rsidRPr="00212CEA" w:rsidRDefault="00212CEA" w:rsidP="00212CEA">
            <w:pPr>
              <w:rPr>
                <w:lang w:eastAsia="en-US"/>
              </w:rPr>
            </w:pPr>
            <w:r w:rsidRPr="00212CEA">
              <w:rPr>
                <w:lang w:eastAsia="en-US"/>
              </w:rPr>
              <w:t xml:space="preserve">Assessment of skills must take place under the following conditions: </w:t>
            </w:r>
          </w:p>
          <w:p w14:paraId="27BD052D" w14:textId="77777777" w:rsidR="00212CEA" w:rsidRPr="00212CEA" w:rsidRDefault="00212CEA" w:rsidP="00212CEA">
            <w:pPr>
              <w:rPr>
                <w:lang w:eastAsia="en-US"/>
              </w:rPr>
            </w:pPr>
          </w:p>
          <w:p w14:paraId="197C5BB4" w14:textId="77777777" w:rsidR="00212CEA" w:rsidRPr="00212CEA" w:rsidRDefault="00212CEA" w:rsidP="007E6A45">
            <w:pPr>
              <w:pStyle w:val="SIBulletList1"/>
            </w:pPr>
            <w:r w:rsidRPr="00212CEA">
              <w:t>physical conditions:</w:t>
            </w:r>
          </w:p>
          <w:p w14:paraId="52D6BF63" w14:textId="77777777" w:rsidR="00212CEA" w:rsidRPr="00212CEA" w:rsidRDefault="00212CEA" w:rsidP="007E6A45">
            <w:pPr>
              <w:pStyle w:val="SIBulletList2"/>
              <w:rPr>
                <w:rFonts w:eastAsia="Calibri"/>
              </w:rPr>
            </w:pPr>
            <w:r w:rsidRPr="00212CEA">
              <w:t>skills must be demonstrated in a permaculture garden or farm workplace setting or an environment that accurately represents workplace conditions</w:t>
            </w:r>
          </w:p>
          <w:p w14:paraId="13791F3F" w14:textId="77777777" w:rsidR="00212CEA" w:rsidRPr="00212CEA" w:rsidRDefault="00212CEA" w:rsidP="007E6A45">
            <w:pPr>
              <w:pStyle w:val="SIBulletList1"/>
            </w:pPr>
            <w:r w:rsidRPr="00212CEA">
              <w:t xml:space="preserve">resources, </w:t>
            </w:r>
            <w:proofErr w:type="gramStart"/>
            <w:r w:rsidRPr="00212CEA">
              <w:t>equipment</w:t>
            </w:r>
            <w:proofErr w:type="gramEnd"/>
            <w:r w:rsidRPr="00212CEA">
              <w:t xml:space="preserve"> and materials:</w:t>
            </w:r>
          </w:p>
          <w:p w14:paraId="28B0650B" w14:textId="32EB86CF" w:rsidR="00212CEA" w:rsidRPr="00212CEA" w:rsidRDefault="00212CEA" w:rsidP="007E6A45">
            <w:pPr>
              <w:pStyle w:val="SIBulletList2"/>
              <w:rPr>
                <w:rFonts w:eastAsia="Calibri"/>
              </w:rPr>
            </w:pPr>
            <w:r w:rsidRPr="00212CEA">
              <w:t>use of tools</w:t>
            </w:r>
          </w:p>
          <w:p w14:paraId="12211078" w14:textId="77777777" w:rsidR="00212CEA" w:rsidRPr="00212CEA" w:rsidRDefault="00212CEA" w:rsidP="007E6A45">
            <w:pPr>
              <w:pStyle w:val="SIBulletList2"/>
              <w:rPr>
                <w:rFonts w:eastAsia="Calibri"/>
              </w:rPr>
            </w:pPr>
            <w:r w:rsidRPr="00212CEA">
              <w:t>use of specific items of personal protective equipment</w:t>
            </w:r>
          </w:p>
          <w:p w14:paraId="19818B49" w14:textId="109F8B78" w:rsidR="00212CEA" w:rsidRPr="00212CEA" w:rsidRDefault="00212CEA" w:rsidP="007E6A45">
            <w:pPr>
              <w:pStyle w:val="SIBulletList2"/>
              <w:rPr>
                <w:rFonts w:eastAsia="Calibri"/>
              </w:rPr>
            </w:pPr>
            <w:r w:rsidRPr="00212CEA">
              <w:rPr>
                <w:rFonts w:eastAsia="Calibri"/>
              </w:rPr>
              <w:t>use of materials and consumables</w:t>
            </w:r>
          </w:p>
          <w:p w14:paraId="19C93222" w14:textId="77777777" w:rsidR="00212CEA" w:rsidRPr="00212CEA" w:rsidRDefault="00212CEA" w:rsidP="007E6A45">
            <w:pPr>
              <w:pStyle w:val="SIBulletList1"/>
              <w:rPr>
                <w:rFonts w:eastAsia="Calibri"/>
              </w:rPr>
            </w:pPr>
            <w:r w:rsidRPr="00212CEA">
              <w:rPr>
                <w:rFonts w:eastAsia="Calibri"/>
              </w:rPr>
              <w:t>specifications:</w:t>
            </w:r>
          </w:p>
          <w:p w14:paraId="5695082F" w14:textId="77777777" w:rsidR="00212CEA" w:rsidRPr="00212CEA" w:rsidRDefault="00212CEA" w:rsidP="007E6A45">
            <w:pPr>
              <w:pStyle w:val="SIBulletList2"/>
              <w:rPr>
                <w:rFonts w:eastAsia="Calibri"/>
              </w:rPr>
            </w:pPr>
            <w:r w:rsidRPr="00212CEA">
              <w:rPr>
                <w:rFonts w:eastAsia="Calibri"/>
              </w:rPr>
              <w:t>use of workplace policies and procedures for health and safety</w:t>
            </w:r>
          </w:p>
          <w:p w14:paraId="2E67D801" w14:textId="77777777" w:rsidR="00212CEA" w:rsidRPr="00212CEA" w:rsidRDefault="00212CEA" w:rsidP="007E6A45">
            <w:pPr>
              <w:pStyle w:val="SIBulletList2"/>
              <w:rPr>
                <w:rFonts w:eastAsia="Calibri"/>
              </w:rPr>
            </w:pPr>
            <w:r w:rsidRPr="00212CEA">
              <w:rPr>
                <w:rFonts w:eastAsia="Calibri"/>
              </w:rPr>
              <w:t>use of workplace instructions</w:t>
            </w:r>
          </w:p>
          <w:p w14:paraId="60D66B8A" w14:textId="4176388A" w:rsidR="00212CEA" w:rsidRPr="00212CEA" w:rsidRDefault="00212CEA" w:rsidP="007E6A45">
            <w:pPr>
              <w:pStyle w:val="SIBulletList2"/>
              <w:rPr>
                <w:rFonts w:eastAsia="Calibri"/>
              </w:rPr>
            </w:pPr>
            <w:r w:rsidRPr="00212CEA">
              <w:rPr>
                <w:rFonts w:eastAsia="Calibri"/>
              </w:rPr>
              <w:t xml:space="preserve">access to information on </w:t>
            </w:r>
            <w:r>
              <w:rPr>
                <w:rFonts w:eastAsia="Calibri"/>
              </w:rPr>
              <w:t>resource conservation</w:t>
            </w:r>
          </w:p>
          <w:p w14:paraId="1CE86A6C" w14:textId="77777777" w:rsidR="00212CEA" w:rsidRPr="00212CEA" w:rsidRDefault="00212CEA" w:rsidP="007E6A45">
            <w:pPr>
              <w:pStyle w:val="SIBulletList1"/>
            </w:pPr>
            <w:r w:rsidRPr="00212CEA">
              <w:t xml:space="preserve">relationships </w:t>
            </w:r>
          </w:p>
          <w:p w14:paraId="1DC1425A" w14:textId="1DA681DB" w:rsidR="00212CEA" w:rsidRPr="00212CEA" w:rsidRDefault="00212CEA" w:rsidP="007E6A45">
            <w:pPr>
              <w:pStyle w:val="SIBulletList2"/>
            </w:pPr>
            <w:r>
              <w:lastRenderedPageBreak/>
              <w:t>supervisor.</w:t>
            </w:r>
          </w:p>
          <w:p w14:paraId="1A1B2FCB" w14:textId="77777777" w:rsidR="00212CEA" w:rsidRPr="00212CEA" w:rsidRDefault="00212CEA" w:rsidP="00212CEA">
            <w:pPr>
              <w:rPr>
                <w:lang w:eastAsia="en-US"/>
              </w:rPr>
            </w:pPr>
          </w:p>
          <w:p w14:paraId="759850B7" w14:textId="1AF3B686" w:rsidR="008D3C8D" w:rsidRPr="005404CB" w:rsidRDefault="00212CEA" w:rsidP="007E6A45">
            <w:pPr>
              <w:rPr>
                <w:rFonts w:eastAsia="Calibri"/>
              </w:rPr>
            </w:pPr>
            <w:r w:rsidRPr="00212CEA">
              <w:rPr>
                <w:lang w:eastAsia="en-US"/>
              </w:rPr>
              <w:t>Assessors of this unit must satisfy the requirements for assessors in applicable vocational education and training legislation, frameworks and/or standards.</w:t>
            </w:r>
            <w:r w:rsidDel="00212CEA">
              <w:t xml:space="preserve"> 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98C98" w14:textId="77777777" w:rsidR="00A3135C" w:rsidRDefault="00A3135C" w:rsidP="00BF3F0A">
      <w:r>
        <w:separator/>
      </w:r>
    </w:p>
    <w:p w14:paraId="2B9379B0" w14:textId="77777777" w:rsidR="00A3135C" w:rsidRDefault="00A3135C"/>
  </w:endnote>
  <w:endnote w:type="continuationSeparator" w:id="0">
    <w:p w14:paraId="26C63393" w14:textId="77777777" w:rsidR="00A3135C" w:rsidRDefault="00A3135C" w:rsidP="00BF3F0A">
      <w:r>
        <w:continuationSeparator/>
      </w:r>
    </w:p>
    <w:p w14:paraId="1CB54BC5" w14:textId="77777777" w:rsidR="00A3135C" w:rsidRDefault="00A313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257EF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7F95E" w14:textId="77777777" w:rsidR="00A3135C" w:rsidRDefault="00A3135C" w:rsidP="00BF3F0A">
      <w:r>
        <w:separator/>
      </w:r>
    </w:p>
    <w:p w14:paraId="0D168655" w14:textId="77777777" w:rsidR="00A3135C" w:rsidRDefault="00A3135C"/>
  </w:footnote>
  <w:footnote w:type="continuationSeparator" w:id="0">
    <w:p w14:paraId="1F21B1DE" w14:textId="77777777" w:rsidR="00A3135C" w:rsidRDefault="00A3135C" w:rsidP="00BF3F0A">
      <w:r>
        <w:continuationSeparator/>
      </w:r>
    </w:p>
    <w:p w14:paraId="6AB146C5" w14:textId="77777777" w:rsidR="00A3135C" w:rsidRDefault="00A313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0AE63994" w:rsidR="009C2650" w:rsidRPr="000754EC" w:rsidRDefault="00E16506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136C9" w:rsidRPr="000136C9">
      <w:t xml:space="preserve"> AHCPER102 Support resource conservation practices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21117322">
    <w:abstractNumId w:val="8"/>
  </w:num>
  <w:num w:numId="2" w16cid:durableId="196162075">
    <w:abstractNumId w:val="6"/>
  </w:num>
  <w:num w:numId="3" w16cid:durableId="2143041183">
    <w:abstractNumId w:val="3"/>
  </w:num>
  <w:num w:numId="4" w16cid:durableId="822351868">
    <w:abstractNumId w:val="13"/>
  </w:num>
  <w:num w:numId="5" w16cid:durableId="202402840">
    <w:abstractNumId w:val="1"/>
  </w:num>
  <w:num w:numId="6" w16cid:durableId="1915385283">
    <w:abstractNumId w:val="7"/>
  </w:num>
  <w:num w:numId="7" w16cid:durableId="725034972">
    <w:abstractNumId w:val="2"/>
  </w:num>
  <w:num w:numId="8" w16cid:durableId="1256940620">
    <w:abstractNumId w:val="0"/>
  </w:num>
  <w:num w:numId="9" w16cid:durableId="1373535225">
    <w:abstractNumId w:val="12"/>
  </w:num>
  <w:num w:numId="10" w16cid:durableId="2144543807">
    <w:abstractNumId w:val="9"/>
  </w:num>
  <w:num w:numId="11" w16cid:durableId="94792545">
    <w:abstractNumId w:val="11"/>
  </w:num>
  <w:num w:numId="12" w16cid:durableId="23142936">
    <w:abstractNumId w:val="10"/>
  </w:num>
  <w:num w:numId="13" w16cid:durableId="189419836">
    <w:abstractNumId w:val="14"/>
  </w:num>
  <w:num w:numId="14" w16cid:durableId="1496994697">
    <w:abstractNumId w:val="4"/>
  </w:num>
  <w:num w:numId="15" w16cid:durableId="1857578910">
    <w:abstractNumId w:val="5"/>
  </w:num>
  <w:num w:numId="16" w16cid:durableId="10780141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36C9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525C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2CEA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13F3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76C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2EC8"/>
    <w:rsid w:val="00695C89"/>
    <w:rsid w:val="006969D9"/>
    <w:rsid w:val="006A2B68"/>
    <w:rsid w:val="006C2C4D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6A45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1A41"/>
    <w:rsid w:val="0088153F"/>
    <w:rsid w:val="00886790"/>
    <w:rsid w:val="008908DE"/>
    <w:rsid w:val="008A12ED"/>
    <w:rsid w:val="008A39D3"/>
    <w:rsid w:val="008B2C77"/>
    <w:rsid w:val="008B4AD2"/>
    <w:rsid w:val="008B663E"/>
    <w:rsid w:val="008B7138"/>
    <w:rsid w:val="008D3C8D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F0DCC"/>
    <w:rsid w:val="009F11CA"/>
    <w:rsid w:val="00A0695B"/>
    <w:rsid w:val="00A11F7C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48E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1B5A"/>
    <w:rsid w:val="00D0201F"/>
    <w:rsid w:val="00D03685"/>
    <w:rsid w:val="00D07D4E"/>
    <w:rsid w:val="00D115AA"/>
    <w:rsid w:val="00D145BE"/>
    <w:rsid w:val="00D2035A"/>
    <w:rsid w:val="00D20C57"/>
    <w:rsid w:val="00D25D16"/>
    <w:rsid w:val="00D31AB1"/>
    <w:rsid w:val="00D32124"/>
    <w:rsid w:val="00D330A3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5A95"/>
    <w:rsid w:val="00E16506"/>
    <w:rsid w:val="00E238E6"/>
    <w:rsid w:val="00E34CD8"/>
    <w:rsid w:val="00E35064"/>
    <w:rsid w:val="00E3681D"/>
    <w:rsid w:val="00E40225"/>
    <w:rsid w:val="00E4046B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257EF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NormalWeb">
    <w:name w:val="Normal (Web)"/>
    <w:basedOn w:val="Normal"/>
    <w:uiPriority w:val="99"/>
    <w:semiHidden/>
    <w:unhideWhenUsed/>
    <w:locked/>
    <w:rsid w:val="006C2C4D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E6A4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7ee3a392-9fd5-4e44-986b-b11872d0f857"/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0C920B9-08AF-45D7-A1F5-71BADE5313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DC7386-261B-4F3F-B01B-068F96E05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158</TotalTime>
  <Pages>4</Pages>
  <Words>878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23</cp:revision>
  <cp:lastPrinted>2016-05-27T05:21:00Z</cp:lastPrinted>
  <dcterms:created xsi:type="dcterms:W3CDTF">2021-09-14T01:14:00Z</dcterms:created>
  <dcterms:modified xsi:type="dcterms:W3CDTF">2022-05-13T01:59:00Z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